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19" w:rsidRPr="007355F6" w:rsidRDefault="00BC2119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BC2119">
        <w:trPr>
          <w:trHeight w:val="136"/>
        </w:trPr>
        <w:tc>
          <w:tcPr>
            <w:tcW w:w="10412" w:type="dxa"/>
            <w:gridSpan w:val="9"/>
          </w:tcPr>
          <w:p w:rsidR="00BC2119" w:rsidRDefault="00BC2119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BC2119" w:rsidRPr="00AC4D45" w:rsidRDefault="00BC2119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BC2119" w:rsidRDefault="00BC2119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2017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BC2119" w:rsidRPr="009821E2" w:rsidRDefault="00BC2119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BC2119" w:rsidRPr="009821E2" w:rsidRDefault="00BC2119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BC2119" w:rsidRPr="007970AF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BC2119" w:rsidRDefault="00BC2119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16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2017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2017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2017год</w:t>
            </w: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F155BA" w:rsidRDefault="00BC2119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866,9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886,1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0510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420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441,9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308,7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309,1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1583,7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785,6</w:t>
            </w:r>
          </w:p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93B2A" w:rsidRDefault="00BC2119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2515,2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865,1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1435,3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276,2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150,8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52,4</w:t>
            </w:r>
          </w:p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67DD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9,54</w:t>
            </w:r>
          </w:p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8F7228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4A7FCC" w:rsidRDefault="00BC2119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766B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DC1A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1917,2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1486,0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151311,6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61869,55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37490,29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80561,17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87444,9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26269,13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14291,57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35938,57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9C2F2B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Pr="00D43A91" w:rsidRDefault="00BC2119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C2119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 w:rsidP="00C27EE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19" w:rsidRDefault="00BC211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BC2119" w:rsidRDefault="00BC2119" w:rsidP="007B5B6E">
      <w:r w:rsidRPr="008912B7">
        <w:t xml:space="preserve">- пояснительная записка </w:t>
      </w:r>
      <w:r>
        <w:t>*</w:t>
      </w:r>
    </w:p>
    <w:p w:rsidR="00BC2119" w:rsidRPr="001F4955" w:rsidRDefault="00BC2119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BC2119" w:rsidRPr="001F4955" w:rsidRDefault="00BC2119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BC2119" w:rsidRDefault="00BC2119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BC2119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119" w:rsidRDefault="00BC2119">
      <w:r>
        <w:separator/>
      </w:r>
    </w:p>
  </w:endnote>
  <w:endnote w:type="continuationSeparator" w:id="1">
    <w:p w:rsidR="00BC2119" w:rsidRDefault="00BC2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119" w:rsidRDefault="00BC2119">
      <w:r>
        <w:separator/>
      </w:r>
    </w:p>
  </w:footnote>
  <w:footnote w:type="continuationSeparator" w:id="1">
    <w:p w:rsidR="00BC2119" w:rsidRDefault="00BC2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19" w:rsidRDefault="00BC211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C2119" w:rsidRDefault="00BC21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C3"/>
    <w:rsid w:val="0000500E"/>
    <w:rsid w:val="00016153"/>
    <w:rsid w:val="00022EB2"/>
    <w:rsid w:val="00045A4E"/>
    <w:rsid w:val="00053EF2"/>
    <w:rsid w:val="00076D93"/>
    <w:rsid w:val="000918C7"/>
    <w:rsid w:val="00096D65"/>
    <w:rsid w:val="000B3C31"/>
    <w:rsid w:val="000C6D5E"/>
    <w:rsid w:val="000D3534"/>
    <w:rsid w:val="000E0A61"/>
    <w:rsid w:val="000E4200"/>
    <w:rsid w:val="000F71B9"/>
    <w:rsid w:val="00106B64"/>
    <w:rsid w:val="00110CCD"/>
    <w:rsid w:val="00127C7B"/>
    <w:rsid w:val="00171D08"/>
    <w:rsid w:val="001747B0"/>
    <w:rsid w:val="00184226"/>
    <w:rsid w:val="001902B4"/>
    <w:rsid w:val="001A117E"/>
    <w:rsid w:val="001A6DA9"/>
    <w:rsid w:val="001A7F6E"/>
    <w:rsid w:val="001D1459"/>
    <w:rsid w:val="001D4E50"/>
    <w:rsid w:val="001E506C"/>
    <w:rsid w:val="001F4464"/>
    <w:rsid w:val="001F4955"/>
    <w:rsid w:val="001F5A7A"/>
    <w:rsid w:val="00211A8E"/>
    <w:rsid w:val="00216CDF"/>
    <w:rsid w:val="00233868"/>
    <w:rsid w:val="00250E40"/>
    <w:rsid w:val="0025608C"/>
    <w:rsid w:val="00270BE6"/>
    <w:rsid w:val="002807EE"/>
    <w:rsid w:val="002B30B5"/>
    <w:rsid w:val="002D0B0D"/>
    <w:rsid w:val="002D3808"/>
    <w:rsid w:val="00320802"/>
    <w:rsid w:val="0033429D"/>
    <w:rsid w:val="00343B15"/>
    <w:rsid w:val="0037426E"/>
    <w:rsid w:val="003819E9"/>
    <w:rsid w:val="00387072"/>
    <w:rsid w:val="0039530E"/>
    <w:rsid w:val="00395409"/>
    <w:rsid w:val="003A1333"/>
    <w:rsid w:val="003C321C"/>
    <w:rsid w:val="003E011E"/>
    <w:rsid w:val="003E43BF"/>
    <w:rsid w:val="003F4381"/>
    <w:rsid w:val="00426AC3"/>
    <w:rsid w:val="00436A8B"/>
    <w:rsid w:val="0044150C"/>
    <w:rsid w:val="0044373C"/>
    <w:rsid w:val="0046734A"/>
    <w:rsid w:val="00476CD5"/>
    <w:rsid w:val="00490AF1"/>
    <w:rsid w:val="004A7FCC"/>
    <w:rsid w:val="004D6845"/>
    <w:rsid w:val="004E1CDC"/>
    <w:rsid w:val="004F0154"/>
    <w:rsid w:val="004F76D4"/>
    <w:rsid w:val="0050384F"/>
    <w:rsid w:val="00527508"/>
    <w:rsid w:val="005310F8"/>
    <w:rsid w:val="0055606A"/>
    <w:rsid w:val="00571522"/>
    <w:rsid w:val="00586938"/>
    <w:rsid w:val="00592F0E"/>
    <w:rsid w:val="005A3D29"/>
    <w:rsid w:val="005B73DD"/>
    <w:rsid w:val="005C6646"/>
    <w:rsid w:val="005D40E4"/>
    <w:rsid w:val="005E2A9F"/>
    <w:rsid w:val="005E441E"/>
    <w:rsid w:val="005E67A1"/>
    <w:rsid w:val="005E7E61"/>
    <w:rsid w:val="00605108"/>
    <w:rsid w:val="006054D1"/>
    <w:rsid w:val="00614AFE"/>
    <w:rsid w:val="00620F57"/>
    <w:rsid w:val="00622C78"/>
    <w:rsid w:val="0063137E"/>
    <w:rsid w:val="0064127E"/>
    <w:rsid w:val="00656210"/>
    <w:rsid w:val="006A0D19"/>
    <w:rsid w:val="006A0F8E"/>
    <w:rsid w:val="006B1359"/>
    <w:rsid w:val="006B2494"/>
    <w:rsid w:val="006C372E"/>
    <w:rsid w:val="006D2F24"/>
    <w:rsid w:val="006D3AC0"/>
    <w:rsid w:val="006E52B7"/>
    <w:rsid w:val="006F343C"/>
    <w:rsid w:val="006F3B4E"/>
    <w:rsid w:val="00702A4D"/>
    <w:rsid w:val="007355F6"/>
    <w:rsid w:val="007763D5"/>
    <w:rsid w:val="00781C89"/>
    <w:rsid w:val="007833FD"/>
    <w:rsid w:val="00785749"/>
    <w:rsid w:val="00792147"/>
    <w:rsid w:val="007970AF"/>
    <w:rsid w:val="007B5B6E"/>
    <w:rsid w:val="007C05E7"/>
    <w:rsid w:val="007D0E92"/>
    <w:rsid w:val="007E2B5E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B4BED"/>
    <w:rsid w:val="008C698F"/>
    <w:rsid w:val="008D5CC6"/>
    <w:rsid w:val="008F7228"/>
    <w:rsid w:val="009250CB"/>
    <w:rsid w:val="009571A1"/>
    <w:rsid w:val="00964D5F"/>
    <w:rsid w:val="00966DB7"/>
    <w:rsid w:val="00967AB0"/>
    <w:rsid w:val="009821E2"/>
    <w:rsid w:val="009A3C65"/>
    <w:rsid w:val="009B61A1"/>
    <w:rsid w:val="009C2F2B"/>
    <w:rsid w:val="009D5A8A"/>
    <w:rsid w:val="00A00CC2"/>
    <w:rsid w:val="00A04B9E"/>
    <w:rsid w:val="00A225B8"/>
    <w:rsid w:val="00A22A1E"/>
    <w:rsid w:val="00A40BFB"/>
    <w:rsid w:val="00A6166D"/>
    <w:rsid w:val="00A6243B"/>
    <w:rsid w:val="00A65D53"/>
    <w:rsid w:val="00A95817"/>
    <w:rsid w:val="00AA68C3"/>
    <w:rsid w:val="00AA71F8"/>
    <w:rsid w:val="00AB2049"/>
    <w:rsid w:val="00AB5BC7"/>
    <w:rsid w:val="00AC0D50"/>
    <w:rsid w:val="00AC18C2"/>
    <w:rsid w:val="00AC42C7"/>
    <w:rsid w:val="00AC4D45"/>
    <w:rsid w:val="00AC7FAD"/>
    <w:rsid w:val="00AD27B8"/>
    <w:rsid w:val="00B06BDF"/>
    <w:rsid w:val="00B31354"/>
    <w:rsid w:val="00B52F0A"/>
    <w:rsid w:val="00B53A22"/>
    <w:rsid w:val="00B969B8"/>
    <w:rsid w:val="00BA360E"/>
    <w:rsid w:val="00BC2119"/>
    <w:rsid w:val="00BF0A82"/>
    <w:rsid w:val="00BF5489"/>
    <w:rsid w:val="00BF58C4"/>
    <w:rsid w:val="00C03AD1"/>
    <w:rsid w:val="00C11745"/>
    <w:rsid w:val="00C27EED"/>
    <w:rsid w:val="00C324D1"/>
    <w:rsid w:val="00C355AE"/>
    <w:rsid w:val="00C373C9"/>
    <w:rsid w:val="00C67DD4"/>
    <w:rsid w:val="00C73C7F"/>
    <w:rsid w:val="00C74B6B"/>
    <w:rsid w:val="00C769F2"/>
    <w:rsid w:val="00C77047"/>
    <w:rsid w:val="00C96825"/>
    <w:rsid w:val="00CE292C"/>
    <w:rsid w:val="00CF5021"/>
    <w:rsid w:val="00D0547D"/>
    <w:rsid w:val="00D1734D"/>
    <w:rsid w:val="00D300A3"/>
    <w:rsid w:val="00D40D5F"/>
    <w:rsid w:val="00D43A91"/>
    <w:rsid w:val="00D67836"/>
    <w:rsid w:val="00D82075"/>
    <w:rsid w:val="00D83282"/>
    <w:rsid w:val="00D93B2A"/>
    <w:rsid w:val="00D94170"/>
    <w:rsid w:val="00DA16FC"/>
    <w:rsid w:val="00DB4172"/>
    <w:rsid w:val="00DC1AE6"/>
    <w:rsid w:val="00DC473D"/>
    <w:rsid w:val="00DD3D0D"/>
    <w:rsid w:val="00DF7729"/>
    <w:rsid w:val="00E6703C"/>
    <w:rsid w:val="00E766B8"/>
    <w:rsid w:val="00E844FB"/>
    <w:rsid w:val="00E858FB"/>
    <w:rsid w:val="00EB1ED9"/>
    <w:rsid w:val="00EC21AD"/>
    <w:rsid w:val="00ED4B72"/>
    <w:rsid w:val="00EE69CE"/>
    <w:rsid w:val="00EF38BC"/>
    <w:rsid w:val="00EF6EAC"/>
    <w:rsid w:val="00F102EA"/>
    <w:rsid w:val="00F155BA"/>
    <w:rsid w:val="00F17F93"/>
    <w:rsid w:val="00F32934"/>
    <w:rsid w:val="00F35AB1"/>
    <w:rsid w:val="00F600D3"/>
    <w:rsid w:val="00F6215D"/>
    <w:rsid w:val="00F73E3F"/>
    <w:rsid w:val="00FA33B5"/>
    <w:rsid w:val="00FC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8A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4D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D5A8A"/>
  </w:style>
  <w:style w:type="paragraph" w:styleId="BodyTextIndent">
    <w:name w:val="Body Text Indent"/>
    <w:basedOn w:val="Normal"/>
    <w:link w:val="BodyTextIndentChar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54D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43A9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05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3A9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2113</Words>
  <Characters>12046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ContrUpr</dc:creator>
  <cp:keywords/>
  <dc:description/>
  <cp:lastModifiedBy>adm18</cp:lastModifiedBy>
  <cp:revision>2</cp:revision>
  <cp:lastPrinted>2017-09-06T04:29:00Z</cp:lastPrinted>
  <dcterms:created xsi:type="dcterms:W3CDTF">2018-03-23T01:11:00Z</dcterms:created>
  <dcterms:modified xsi:type="dcterms:W3CDTF">2018-03-23T01:11:00Z</dcterms:modified>
</cp:coreProperties>
</file>